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D2A3D" w14:paraId="354E5F85" w14:textId="77777777" w:rsidTr="00F862D6">
        <w:tc>
          <w:tcPr>
            <w:tcW w:w="1020" w:type="dxa"/>
          </w:tcPr>
          <w:p w14:paraId="31F385FF" w14:textId="77777777" w:rsidR="00FD2A3D" w:rsidRDefault="00FD2A3D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5A59795D" wp14:editId="3591D75A">
                      <wp:simplePos x="0" y="0"/>
                      <wp:positionH relativeFrom="page">
                        <wp:posOffset>4076065</wp:posOffset>
                      </wp:positionH>
                      <wp:positionV relativeFrom="page">
                        <wp:posOffset>1476375</wp:posOffset>
                      </wp:positionV>
                      <wp:extent cx="2789555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955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EB7C3C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0F09E669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14:paraId="09D9111B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14:paraId="6771ECCF" w14:textId="77777777" w:rsid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 xml:space="preserve">772 58 </w:t>
                                  </w:r>
                                  <w:r w:rsidR="00AC1369">
                                    <w:rPr>
                                      <w:rStyle w:val="Potovnadresa"/>
                                    </w:rPr>
                                    <w:t>Olomouc</w:t>
                                  </w:r>
                                </w:p>
                                <w:p w14:paraId="18969D4A" w14:textId="77777777" w:rsid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651CDC6C" w14:textId="77777777" w:rsidR="006D3A90" w:rsidRP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587935">
                                    <w:rPr>
                                      <w:rStyle w:val="Potovnadresa"/>
                                      <w:i/>
                                    </w:rPr>
                                    <w:t>(pouze v elektronické podobě)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979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0.95pt;margin-top:116.25pt;width:219.65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32EB7C3C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0F09E669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14:paraId="09D9111B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14:paraId="6771ECCF" w14:textId="77777777" w:rsid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 xml:space="preserve">772 58 </w:t>
                            </w:r>
                            <w:r w:rsidR="00AC1369">
                              <w:rPr>
                                <w:rStyle w:val="Potovnadresa"/>
                              </w:rPr>
                              <w:t>Olomouc</w:t>
                            </w:r>
                          </w:p>
                          <w:p w14:paraId="18969D4A" w14:textId="77777777" w:rsid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651CDC6C" w14:textId="77777777" w:rsidR="006D3A90" w:rsidRP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587935">
                              <w:rPr>
                                <w:rStyle w:val="Potovnadresa"/>
                                <w:i/>
                              </w:rPr>
                              <w:t>(pouze v elektronické podobě)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14:paraId="66685A48" w14:textId="77777777"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14:paraId="4C5C6368" w14:textId="77777777" w:rsidR="00FD2A3D" w:rsidRDefault="00FD2A3D" w:rsidP="0077673A"/>
        </w:tc>
        <w:tc>
          <w:tcPr>
            <w:tcW w:w="3685" w:type="dxa"/>
          </w:tcPr>
          <w:p w14:paraId="0F5E722A" w14:textId="77777777" w:rsidR="00FD2A3D" w:rsidRDefault="00FD2A3D" w:rsidP="0077673A"/>
        </w:tc>
      </w:tr>
      <w:tr w:rsidR="00FD2A3D" w14:paraId="2C47AF9C" w14:textId="77777777" w:rsidTr="00596C7E">
        <w:tc>
          <w:tcPr>
            <w:tcW w:w="1020" w:type="dxa"/>
          </w:tcPr>
          <w:p w14:paraId="1AB335E1" w14:textId="77777777" w:rsidR="00FD2A3D" w:rsidRDefault="00FD2A3D" w:rsidP="0077673A">
            <w:r w:rsidRPr="00F310F8">
              <w:t>Ze dne</w:t>
            </w:r>
          </w:p>
        </w:tc>
        <w:tc>
          <w:tcPr>
            <w:tcW w:w="2552" w:type="dxa"/>
          </w:tcPr>
          <w:p w14:paraId="6826B3EE" w14:textId="77777777"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14:paraId="2FD19E55" w14:textId="77777777" w:rsidR="00FD2A3D" w:rsidRDefault="00FD2A3D" w:rsidP="0077673A"/>
        </w:tc>
        <w:tc>
          <w:tcPr>
            <w:tcW w:w="3685" w:type="dxa"/>
            <w:vMerge w:val="restart"/>
          </w:tcPr>
          <w:p w14:paraId="17B3F9CC" w14:textId="77777777" w:rsidR="00FD2A3D" w:rsidRDefault="00FD2A3D" w:rsidP="00596C7E">
            <w:pPr>
              <w:rPr>
                <w:rStyle w:val="Potovnadresa"/>
              </w:rPr>
            </w:pPr>
          </w:p>
          <w:p w14:paraId="6E82D58F" w14:textId="77777777" w:rsidR="00FD2A3D" w:rsidRPr="00F862D6" w:rsidRDefault="00FD2A3D" w:rsidP="00596C7E">
            <w:pPr>
              <w:rPr>
                <w:rStyle w:val="Potovnadresa"/>
              </w:rPr>
            </w:pPr>
          </w:p>
        </w:tc>
      </w:tr>
      <w:tr w:rsidR="00FD2A3D" w14:paraId="488F073D" w14:textId="77777777" w:rsidTr="00F862D6">
        <w:tc>
          <w:tcPr>
            <w:tcW w:w="1020" w:type="dxa"/>
          </w:tcPr>
          <w:p w14:paraId="5528B36F" w14:textId="77777777" w:rsidR="00FD2A3D" w:rsidRDefault="00FD2A3D" w:rsidP="0077673A">
            <w:r>
              <w:t>Naše zn.</w:t>
            </w:r>
          </w:p>
        </w:tc>
        <w:tc>
          <w:tcPr>
            <w:tcW w:w="2552" w:type="dxa"/>
          </w:tcPr>
          <w:p w14:paraId="15789945" w14:textId="77777777" w:rsidR="00FD2A3D" w:rsidRPr="003F2249" w:rsidRDefault="00F10962" w:rsidP="002A44D9">
            <w:pPr>
              <w:rPr>
                <w:highlight w:val="red"/>
              </w:rPr>
            </w:pPr>
            <w:r w:rsidRPr="00F10962">
              <w:rPr>
                <w:rStyle w:val="Siln"/>
                <w:b w:val="0"/>
              </w:rPr>
              <w:t>15093/2021-SŽ-GŘ-O11</w:t>
            </w:r>
          </w:p>
        </w:tc>
        <w:tc>
          <w:tcPr>
            <w:tcW w:w="823" w:type="dxa"/>
          </w:tcPr>
          <w:p w14:paraId="4E9CADC7" w14:textId="77777777" w:rsidR="00FD2A3D" w:rsidRDefault="00FD2A3D" w:rsidP="0077673A"/>
        </w:tc>
        <w:tc>
          <w:tcPr>
            <w:tcW w:w="3685" w:type="dxa"/>
            <w:vMerge/>
          </w:tcPr>
          <w:p w14:paraId="6BC39098" w14:textId="77777777" w:rsidR="00FD2A3D" w:rsidRDefault="00FD2A3D" w:rsidP="0077673A"/>
        </w:tc>
      </w:tr>
      <w:tr w:rsidR="00FD2A3D" w14:paraId="66CB376F" w14:textId="77777777" w:rsidTr="00F862D6">
        <w:tc>
          <w:tcPr>
            <w:tcW w:w="1020" w:type="dxa"/>
          </w:tcPr>
          <w:p w14:paraId="321577EB" w14:textId="77777777" w:rsidR="00FD2A3D" w:rsidRDefault="00FD2A3D" w:rsidP="0077673A">
            <w:r>
              <w:t>Listů/příloh</w:t>
            </w:r>
          </w:p>
        </w:tc>
        <w:tc>
          <w:tcPr>
            <w:tcW w:w="2552" w:type="dxa"/>
          </w:tcPr>
          <w:p w14:paraId="7CA63428" w14:textId="77777777" w:rsidR="00FD2A3D" w:rsidRPr="006317AA" w:rsidRDefault="00904D12" w:rsidP="002A44D9">
            <w:r>
              <w:rPr>
                <w:rStyle w:val="Siln"/>
                <w:b w:val="0"/>
              </w:rPr>
              <w:t>1</w:t>
            </w:r>
            <w:r w:rsidR="00FD2A3D" w:rsidRPr="006317AA">
              <w:rPr>
                <w:rStyle w:val="Siln"/>
                <w:b w:val="0"/>
              </w:rPr>
              <w:t>/0</w:t>
            </w:r>
          </w:p>
        </w:tc>
        <w:tc>
          <w:tcPr>
            <w:tcW w:w="823" w:type="dxa"/>
          </w:tcPr>
          <w:p w14:paraId="0F2BCECE" w14:textId="77777777" w:rsidR="00FD2A3D" w:rsidRDefault="00FD2A3D" w:rsidP="0077673A"/>
        </w:tc>
        <w:tc>
          <w:tcPr>
            <w:tcW w:w="3685" w:type="dxa"/>
            <w:vMerge/>
          </w:tcPr>
          <w:p w14:paraId="1EA97A72" w14:textId="77777777" w:rsidR="00FD2A3D" w:rsidRDefault="00FD2A3D" w:rsidP="0077673A">
            <w:pPr>
              <w:rPr>
                <w:noProof/>
              </w:rPr>
            </w:pPr>
          </w:p>
        </w:tc>
      </w:tr>
      <w:tr w:rsidR="00FD2A3D" w14:paraId="1A4CDD70" w14:textId="77777777" w:rsidTr="00F862D6">
        <w:tc>
          <w:tcPr>
            <w:tcW w:w="1020" w:type="dxa"/>
          </w:tcPr>
          <w:p w14:paraId="1D1A9D3B" w14:textId="77777777" w:rsidR="00FD2A3D" w:rsidRDefault="00FD2A3D" w:rsidP="0077673A"/>
        </w:tc>
        <w:tc>
          <w:tcPr>
            <w:tcW w:w="2552" w:type="dxa"/>
          </w:tcPr>
          <w:p w14:paraId="210E963C" w14:textId="77777777" w:rsidR="00FD2A3D" w:rsidRDefault="00FD2A3D" w:rsidP="0077673A"/>
        </w:tc>
        <w:tc>
          <w:tcPr>
            <w:tcW w:w="823" w:type="dxa"/>
          </w:tcPr>
          <w:p w14:paraId="47A63F4F" w14:textId="77777777" w:rsidR="00FD2A3D" w:rsidRDefault="00FD2A3D" w:rsidP="0077673A"/>
        </w:tc>
        <w:tc>
          <w:tcPr>
            <w:tcW w:w="3685" w:type="dxa"/>
            <w:vMerge/>
          </w:tcPr>
          <w:p w14:paraId="4FD7866D" w14:textId="77777777" w:rsidR="00FD2A3D" w:rsidRDefault="00FD2A3D" w:rsidP="0077673A"/>
        </w:tc>
      </w:tr>
      <w:tr w:rsidR="00FD2A3D" w14:paraId="1B4335B2" w14:textId="77777777" w:rsidTr="00F862D6">
        <w:tc>
          <w:tcPr>
            <w:tcW w:w="1020" w:type="dxa"/>
          </w:tcPr>
          <w:p w14:paraId="11D7E35D" w14:textId="77777777" w:rsidR="00FD2A3D" w:rsidRDefault="00FD2A3D" w:rsidP="0077673A">
            <w:r>
              <w:t>Vyřizuje</w:t>
            </w:r>
          </w:p>
        </w:tc>
        <w:tc>
          <w:tcPr>
            <w:tcW w:w="2552" w:type="dxa"/>
          </w:tcPr>
          <w:p w14:paraId="223A19D0" w14:textId="77777777" w:rsidR="00FD2A3D" w:rsidRPr="006317AA" w:rsidRDefault="00FD2A3D" w:rsidP="002A44D9">
            <w:r w:rsidRPr="006317AA">
              <w:t>Ing. Milan Stehlík</w:t>
            </w:r>
          </w:p>
        </w:tc>
        <w:tc>
          <w:tcPr>
            <w:tcW w:w="823" w:type="dxa"/>
          </w:tcPr>
          <w:p w14:paraId="29FD0ECA" w14:textId="77777777" w:rsidR="00FD2A3D" w:rsidRDefault="00FD2A3D" w:rsidP="0077673A"/>
        </w:tc>
        <w:tc>
          <w:tcPr>
            <w:tcW w:w="3685" w:type="dxa"/>
            <w:vMerge/>
          </w:tcPr>
          <w:p w14:paraId="6C2D2722" w14:textId="77777777" w:rsidR="00FD2A3D" w:rsidRDefault="00FD2A3D" w:rsidP="0077673A"/>
        </w:tc>
      </w:tr>
      <w:tr w:rsidR="00FD2A3D" w14:paraId="10A9F04C" w14:textId="77777777" w:rsidTr="00F862D6">
        <w:tc>
          <w:tcPr>
            <w:tcW w:w="1020" w:type="dxa"/>
          </w:tcPr>
          <w:p w14:paraId="7C6FA854" w14:textId="77777777" w:rsidR="00FD2A3D" w:rsidRDefault="00FD2A3D" w:rsidP="009A7568">
            <w:r>
              <w:t>Telefon</w:t>
            </w:r>
          </w:p>
        </w:tc>
        <w:bookmarkStart w:id="0" w:name="Telefon"/>
        <w:tc>
          <w:tcPr>
            <w:tcW w:w="2552" w:type="dxa"/>
          </w:tcPr>
          <w:p w14:paraId="6299A755" w14:textId="77777777" w:rsidR="00FD2A3D" w:rsidRPr="006317AA" w:rsidRDefault="00FD2A3D" w:rsidP="002A44D9">
            <w:r w:rsidRPr="006317AA">
              <w:fldChar w:fldCharType="begin">
                <w:ffData>
                  <w:name w:val="Telefon"/>
                  <w:enabled/>
                  <w:calcOnExit w:val="0"/>
                  <w:textInput>
                    <w:default w:val="+420 972 741 043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+420 972 741 043</w:t>
            </w:r>
            <w:r w:rsidRPr="006317AA">
              <w:fldChar w:fldCharType="end"/>
            </w:r>
            <w:bookmarkEnd w:id="0"/>
          </w:p>
        </w:tc>
        <w:tc>
          <w:tcPr>
            <w:tcW w:w="823" w:type="dxa"/>
          </w:tcPr>
          <w:p w14:paraId="3BB55BCB" w14:textId="77777777" w:rsidR="00FD2A3D" w:rsidRDefault="00FD2A3D" w:rsidP="009A7568"/>
        </w:tc>
        <w:tc>
          <w:tcPr>
            <w:tcW w:w="3685" w:type="dxa"/>
            <w:vMerge/>
          </w:tcPr>
          <w:p w14:paraId="378F5483" w14:textId="77777777" w:rsidR="00FD2A3D" w:rsidRDefault="00FD2A3D" w:rsidP="009A7568"/>
        </w:tc>
      </w:tr>
      <w:tr w:rsidR="00FD2A3D" w14:paraId="0C656ABE" w14:textId="77777777" w:rsidTr="00F862D6">
        <w:tc>
          <w:tcPr>
            <w:tcW w:w="1020" w:type="dxa"/>
          </w:tcPr>
          <w:p w14:paraId="62744AC1" w14:textId="77777777" w:rsidR="00FD2A3D" w:rsidRDefault="00FD2A3D" w:rsidP="009A7568">
            <w:r>
              <w:t>Mobil</w:t>
            </w:r>
          </w:p>
        </w:tc>
        <w:bookmarkStart w:id="1" w:name="Mobil"/>
        <w:tc>
          <w:tcPr>
            <w:tcW w:w="2552" w:type="dxa"/>
          </w:tcPr>
          <w:p w14:paraId="2264C254" w14:textId="77777777" w:rsidR="00FD2A3D" w:rsidRPr="006317AA" w:rsidRDefault="00FD2A3D" w:rsidP="002A44D9">
            <w:r w:rsidRPr="006317AA">
              <w:fldChar w:fldCharType="begin">
                <w:ffData>
                  <w:name w:val="Mobil"/>
                  <w:enabled/>
                  <w:calcOnExit w:val="0"/>
                  <w:textInput>
                    <w:default w:val="+420 601 387 025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+420 601 387 025</w:t>
            </w:r>
            <w:r w:rsidRPr="006317AA">
              <w:fldChar w:fldCharType="end"/>
            </w:r>
            <w:bookmarkEnd w:id="1"/>
          </w:p>
        </w:tc>
        <w:tc>
          <w:tcPr>
            <w:tcW w:w="823" w:type="dxa"/>
          </w:tcPr>
          <w:p w14:paraId="0E7FDFCB" w14:textId="77777777" w:rsidR="00FD2A3D" w:rsidRDefault="00FD2A3D" w:rsidP="009A7568"/>
        </w:tc>
        <w:tc>
          <w:tcPr>
            <w:tcW w:w="3685" w:type="dxa"/>
            <w:vMerge/>
          </w:tcPr>
          <w:p w14:paraId="5AB928F7" w14:textId="77777777" w:rsidR="00FD2A3D" w:rsidRDefault="00FD2A3D" w:rsidP="009A7568"/>
        </w:tc>
      </w:tr>
      <w:tr w:rsidR="00FD2A3D" w14:paraId="6C9E3DB6" w14:textId="77777777" w:rsidTr="00F862D6">
        <w:tc>
          <w:tcPr>
            <w:tcW w:w="1020" w:type="dxa"/>
          </w:tcPr>
          <w:p w14:paraId="29BCBACA" w14:textId="77777777" w:rsidR="00FD2A3D" w:rsidRDefault="00FD2A3D" w:rsidP="009A7568">
            <w:r>
              <w:t>E-mail</w:t>
            </w:r>
          </w:p>
        </w:tc>
        <w:tc>
          <w:tcPr>
            <w:tcW w:w="2552" w:type="dxa"/>
          </w:tcPr>
          <w:p w14:paraId="4856A0F6" w14:textId="77777777" w:rsidR="00FD2A3D" w:rsidRPr="006317AA" w:rsidRDefault="00FD798C" w:rsidP="002A44D9">
            <w:r w:rsidRPr="00FD798C">
              <w:t>stehlikm@spravazeleznic.cz</w:t>
            </w:r>
          </w:p>
        </w:tc>
        <w:tc>
          <w:tcPr>
            <w:tcW w:w="823" w:type="dxa"/>
          </w:tcPr>
          <w:p w14:paraId="3E69E571" w14:textId="77777777" w:rsidR="00FD2A3D" w:rsidRDefault="00FD2A3D" w:rsidP="009A7568"/>
        </w:tc>
        <w:tc>
          <w:tcPr>
            <w:tcW w:w="3685" w:type="dxa"/>
            <w:vMerge/>
          </w:tcPr>
          <w:p w14:paraId="7F94055A" w14:textId="77777777" w:rsidR="00FD2A3D" w:rsidRDefault="00FD2A3D" w:rsidP="009A7568"/>
        </w:tc>
      </w:tr>
      <w:tr w:rsidR="00FD2A3D" w14:paraId="7917AEB6" w14:textId="77777777" w:rsidTr="00F862D6">
        <w:tc>
          <w:tcPr>
            <w:tcW w:w="1020" w:type="dxa"/>
          </w:tcPr>
          <w:p w14:paraId="0DB25E3D" w14:textId="77777777" w:rsidR="00FD2A3D" w:rsidRDefault="00FD2A3D" w:rsidP="009A7568"/>
        </w:tc>
        <w:tc>
          <w:tcPr>
            <w:tcW w:w="2552" w:type="dxa"/>
          </w:tcPr>
          <w:p w14:paraId="0ED60C07" w14:textId="77777777" w:rsidR="00FD2A3D" w:rsidRDefault="00FD2A3D" w:rsidP="009A7568"/>
        </w:tc>
        <w:tc>
          <w:tcPr>
            <w:tcW w:w="823" w:type="dxa"/>
          </w:tcPr>
          <w:p w14:paraId="44980F0E" w14:textId="77777777" w:rsidR="00FD2A3D" w:rsidRDefault="00FD2A3D" w:rsidP="009A7568"/>
        </w:tc>
        <w:tc>
          <w:tcPr>
            <w:tcW w:w="3685" w:type="dxa"/>
          </w:tcPr>
          <w:p w14:paraId="188673DD" w14:textId="77777777" w:rsidR="00FD2A3D" w:rsidRDefault="00FD2A3D" w:rsidP="009A7568"/>
        </w:tc>
      </w:tr>
      <w:tr w:rsidR="00FD2A3D" w14:paraId="04447967" w14:textId="77777777" w:rsidTr="00F862D6">
        <w:tc>
          <w:tcPr>
            <w:tcW w:w="1020" w:type="dxa"/>
          </w:tcPr>
          <w:p w14:paraId="1C967C9F" w14:textId="77777777" w:rsidR="00FD2A3D" w:rsidRDefault="00FD2A3D" w:rsidP="009A7568">
            <w:r>
              <w:t>Datum</w:t>
            </w:r>
          </w:p>
        </w:tc>
        <w:tc>
          <w:tcPr>
            <w:tcW w:w="2552" w:type="dxa"/>
          </w:tcPr>
          <w:p w14:paraId="5437A705" w14:textId="77777777" w:rsidR="00FD2A3D" w:rsidRDefault="00904D12" w:rsidP="009A7568">
            <w:r>
              <w:t>2. března 2021</w:t>
            </w:r>
          </w:p>
        </w:tc>
        <w:tc>
          <w:tcPr>
            <w:tcW w:w="823" w:type="dxa"/>
          </w:tcPr>
          <w:p w14:paraId="760F3AB0" w14:textId="77777777" w:rsidR="00FD2A3D" w:rsidRDefault="00FD2A3D" w:rsidP="009A7568"/>
        </w:tc>
        <w:tc>
          <w:tcPr>
            <w:tcW w:w="3685" w:type="dxa"/>
          </w:tcPr>
          <w:p w14:paraId="414B63E7" w14:textId="77777777" w:rsidR="00FD2A3D" w:rsidRDefault="00FD2A3D" w:rsidP="009A7568"/>
        </w:tc>
      </w:tr>
      <w:tr w:rsidR="00FD2A3D" w14:paraId="44A21352" w14:textId="77777777" w:rsidTr="00F862D6">
        <w:tc>
          <w:tcPr>
            <w:tcW w:w="1020" w:type="dxa"/>
          </w:tcPr>
          <w:p w14:paraId="51F207C9" w14:textId="77777777" w:rsidR="00FD2A3D" w:rsidRDefault="00FD2A3D" w:rsidP="0077673A"/>
        </w:tc>
        <w:tc>
          <w:tcPr>
            <w:tcW w:w="2552" w:type="dxa"/>
          </w:tcPr>
          <w:p w14:paraId="4D2179AB" w14:textId="77777777" w:rsidR="00FD2A3D" w:rsidRDefault="00FD2A3D" w:rsidP="00F310F8"/>
        </w:tc>
        <w:tc>
          <w:tcPr>
            <w:tcW w:w="823" w:type="dxa"/>
          </w:tcPr>
          <w:p w14:paraId="1845722F" w14:textId="77777777" w:rsidR="00FD2A3D" w:rsidRDefault="00FD2A3D" w:rsidP="0077673A"/>
        </w:tc>
        <w:tc>
          <w:tcPr>
            <w:tcW w:w="3685" w:type="dxa"/>
          </w:tcPr>
          <w:p w14:paraId="3B3A3F7B" w14:textId="77777777" w:rsidR="00FD2A3D" w:rsidRDefault="00FD2A3D" w:rsidP="0077673A"/>
        </w:tc>
      </w:tr>
      <w:tr w:rsidR="00FD2A3D" w14:paraId="41823D47" w14:textId="77777777" w:rsidTr="00B45E9E">
        <w:trPr>
          <w:trHeight w:val="794"/>
        </w:trPr>
        <w:tc>
          <w:tcPr>
            <w:tcW w:w="1020" w:type="dxa"/>
          </w:tcPr>
          <w:p w14:paraId="18CC0F20" w14:textId="77777777" w:rsidR="00FD2A3D" w:rsidRDefault="00FD2A3D" w:rsidP="0077673A"/>
        </w:tc>
        <w:tc>
          <w:tcPr>
            <w:tcW w:w="2552" w:type="dxa"/>
          </w:tcPr>
          <w:p w14:paraId="676D0C66" w14:textId="77777777" w:rsidR="00FD2A3D" w:rsidRDefault="00FD2A3D" w:rsidP="00F310F8"/>
        </w:tc>
        <w:tc>
          <w:tcPr>
            <w:tcW w:w="823" w:type="dxa"/>
          </w:tcPr>
          <w:p w14:paraId="5D8193B9" w14:textId="77777777" w:rsidR="00FD2A3D" w:rsidRDefault="00FD2A3D" w:rsidP="0077673A"/>
        </w:tc>
        <w:tc>
          <w:tcPr>
            <w:tcW w:w="3685" w:type="dxa"/>
          </w:tcPr>
          <w:p w14:paraId="4F0D04E9" w14:textId="77777777" w:rsidR="00FD2A3D" w:rsidRDefault="00FD2A3D" w:rsidP="0077673A"/>
        </w:tc>
      </w:tr>
    </w:tbl>
    <w:p w14:paraId="3C75B671" w14:textId="77777777" w:rsidR="00FD2A3D" w:rsidRPr="00FD2A3D" w:rsidRDefault="00FD2A3D" w:rsidP="00FD2A3D">
      <w:pPr>
        <w:rPr>
          <w:rFonts w:ascii="Verdana" w:eastAsia="Verdana" w:hAnsi="Verdana" w:cs="Times New Roman"/>
          <w:b/>
          <w:noProof/>
        </w:rPr>
      </w:pPr>
      <w:r w:rsidRPr="00FD2A3D">
        <w:rPr>
          <w:rFonts w:ascii="Verdana" w:eastAsia="Verdana" w:hAnsi="Verdana" w:cs="Times New Roman"/>
          <w:b/>
          <w:noProof/>
        </w:rPr>
        <w:t>„</w:t>
      </w:r>
      <w:r w:rsidR="007762ED" w:rsidRPr="007762ED">
        <w:rPr>
          <w:rFonts w:ascii="Verdana" w:eastAsia="Verdana" w:hAnsi="Verdana" w:cs="Times New Roman"/>
          <w:b/>
          <w:noProof/>
        </w:rPr>
        <w:t>Zajištění skalních masivů na trati Moravské Bránice – Oslavany</w:t>
      </w:r>
      <w:r w:rsidRPr="00FD2A3D">
        <w:rPr>
          <w:rFonts w:ascii="Verdana" w:eastAsia="Verdana" w:hAnsi="Verdana" w:cs="Times New Roman"/>
          <w:b/>
          <w:noProof/>
        </w:rPr>
        <w:t xml:space="preserve">“, </w:t>
      </w:r>
      <w:r w:rsidR="00904D12">
        <w:rPr>
          <w:rFonts w:ascii="Verdana" w:eastAsia="Verdana" w:hAnsi="Verdana" w:cs="Times New Roman"/>
          <w:b/>
          <w:noProof/>
        </w:rPr>
        <w:t>souhrnné vyjádření</w:t>
      </w:r>
      <w:r w:rsidRPr="00FD2A3D">
        <w:rPr>
          <w:rFonts w:ascii="Verdana" w:eastAsia="Verdana" w:hAnsi="Verdana" w:cs="Times New Roman"/>
          <w:b/>
          <w:noProof/>
        </w:rPr>
        <w:t xml:space="preserve"> </w:t>
      </w:r>
      <w:r w:rsidR="00904D12">
        <w:rPr>
          <w:rFonts w:ascii="Verdana" w:eastAsia="Verdana" w:hAnsi="Verdana" w:cs="Times New Roman"/>
          <w:b/>
          <w:noProof/>
        </w:rPr>
        <w:t>k dokumentaci pro stavební povolení</w:t>
      </w:r>
    </w:p>
    <w:p w14:paraId="0AE4EB3D" w14:textId="77777777" w:rsidR="00FD2A3D" w:rsidRPr="00FD2A3D" w:rsidRDefault="00FD2A3D" w:rsidP="00FD2A3D">
      <w:pPr>
        <w:spacing w:after="120"/>
        <w:rPr>
          <w:rFonts w:ascii="Verdana" w:eastAsia="Verdana" w:hAnsi="Verdana" w:cs="Times New Roman"/>
        </w:rPr>
      </w:pPr>
      <w:r w:rsidRPr="00FD2A3D">
        <w:rPr>
          <w:rFonts w:ascii="Verdana" w:eastAsia="Verdana" w:hAnsi="Verdana" w:cs="Times New Roman"/>
        </w:rPr>
        <w:t>K </w:t>
      </w:r>
      <w:r w:rsidR="00904D12">
        <w:rPr>
          <w:rFonts w:ascii="Verdana" w:eastAsia="Verdana" w:hAnsi="Verdana" w:cs="Times New Roman"/>
        </w:rPr>
        <w:t>dokumentaci pro stavební povolení stavby (DSP)</w:t>
      </w:r>
      <w:r w:rsidRPr="00FD2A3D">
        <w:rPr>
          <w:rFonts w:ascii="Verdana" w:eastAsia="Verdana" w:hAnsi="Verdana" w:cs="Times New Roman"/>
        </w:rPr>
        <w:t xml:space="preserve"> „</w:t>
      </w:r>
      <w:r w:rsidR="007762ED" w:rsidRPr="007762ED">
        <w:rPr>
          <w:rFonts w:ascii="Verdana" w:eastAsia="Verdana" w:hAnsi="Verdana" w:cs="Times New Roman"/>
        </w:rPr>
        <w:t>Zajištění skalních masivů na trati Moravské Bránice – Oslavany</w:t>
      </w:r>
      <w:r w:rsidRPr="00FD2A3D">
        <w:rPr>
          <w:rFonts w:ascii="Verdana" w:eastAsia="Verdana" w:hAnsi="Verdana" w:cs="Times New Roman"/>
        </w:rPr>
        <w:t xml:space="preserve">“ předkládá </w:t>
      </w:r>
      <w:r w:rsidR="00904D12">
        <w:rPr>
          <w:rFonts w:ascii="Verdana" w:eastAsia="Verdana" w:hAnsi="Verdana" w:cs="Times New Roman"/>
        </w:rPr>
        <w:t>úsek řízení provozu</w:t>
      </w:r>
      <w:r w:rsidRPr="00FD2A3D">
        <w:rPr>
          <w:rFonts w:ascii="Verdana" w:eastAsia="Verdana" w:hAnsi="Verdana" w:cs="Times New Roman"/>
        </w:rPr>
        <w:t xml:space="preserve"> následující připomínky:</w:t>
      </w:r>
    </w:p>
    <w:p w14:paraId="0B214301" w14:textId="77777777" w:rsidR="00FD2A3D" w:rsidRPr="00FD2A3D" w:rsidRDefault="00FD2A3D" w:rsidP="00700690">
      <w:pPr>
        <w:numPr>
          <w:ilvl w:val="0"/>
          <w:numId w:val="8"/>
        </w:numPr>
        <w:spacing w:after="0"/>
        <w:ind w:left="340" w:hanging="340"/>
        <w:contextualSpacing/>
        <w:rPr>
          <w:rFonts w:ascii="Verdana" w:eastAsia="Verdana" w:hAnsi="Verdana" w:cs="Times New Roman"/>
          <w:b/>
          <w:bCs/>
        </w:rPr>
      </w:pPr>
      <w:r w:rsidRPr="00FD2A3D">
        <w:rPr>
          <w:rFonts w:ascii="Verdana" w:eastAsia="Verdana" w:hAnsi="Verdana" w:cs="Times New Roman"/>
          <w:b/>
          <w:bCs/>
        </w:rPr>
        <w:t>Odbor řízení provozu (O11)</w:t>
      </w:r>
    </w:p>
    <w:p w14:paraId="1614278D" w14:textId="77777777" w:rsidR="00FD2A3D" w:rsidRPr="00FD2A3D" w:rsidRDefault="00FD2A3D" w:rsidP="00FD2A3D">
      <w:pPr>
        <w:spacing w:after="60"/>
        <w:ind w:left="340"/>
        <w:rPr>
          <w:rFonts w:ascii="Verdana" w:eastAsia="Verdana" w:hAnsi="Verdana" w:cs="Times New Roman"/>
          <w:i/>
        </w:rPr>
      </w:pPr>
      <w:r w:rsidRPr="00FD2A3D">
        <w:rPr>
          <w:rFonts w:ascii="Verdana" w:eastAsia="Verdana" w:hAnsi="Verdana" w:cs="Times New Roman"/>
          <w:i/>
        </w:rPr>
        <w:t>(zpracovatel</w:t>
      </w:r>
      <w:r w:rsidR="00587935">
        <w:rPr>
          <w:rFonts w:ascii="Verdana" w:eastAsia="Verdana" w:hAnsi="Verdana" w:cs="Times New Roman"/>
          <w:i/>
        </w:rPr>
        <w:t>:</w:t>
      </w:r>
      <w:r w:rsidRPr="00FD2A3D">
        <w:rPr>
          <w:rFonts w:ascii="Verdana" w:eastAsia="Verdana" w:hAnsi="Verdana" w:cs="Times New Roman"/>
          <w:i/>
        </w:rPr>
        <w:t xml:space="preserve"> Ing. Milan Stehlík, tel. 972 741 043)</w:t>
      </w:r>
    </w:p>
    <w:p w14:paraId="1E3E09D1" w14:textId="261DF463" w:rsidR="007762ED" w:rsidRDefault="007762ED" w:rsidP="007762ED">
      <w:pPr>
        <w:spacing w:before="60" w:after="0"/>
        <w:rPr>
          <w:rFonts w:ascii="Verdana" w:eastAsia="Verdana" w:hAnsi="Verdana" w:cs="Times New Roman"/>
        </w:rPr>
      </w:pPr>
      <w:r w:rsidRPr="00F10962">
        <w:rPr>
          <w:rFonts w:ascii="Verdana" w:eastAsia="Verdana" w:hAnsi="Verdana" w:cs="Times New Roman"/>
        </w:rPr>
        <w:t>Souhrnná technická zpráva kap. B.8. Zásady organizace výstavby; B.8.1. Technická zpráva:</w:t>
      </w:r>
      <w:r w:rsidR="00E80FF1">
        <w:rPr>
          <w:rFonts w:ascii="Verdana" w:eastAsia="Verdana" w:hAnsi="Verdana" w:cs="Times New Roman"/>
        </w:rPr>
        <w:t xml:space="preserve">  </w:t>
      </w:r>
      <w:r w:rsidRPr="00F10962">
        <w:rPr>
          <w:rFonts w:ascii="Verdana" w:eastAsia="Verdana" w:hAnsi="Verdana" w:cs="Times New Roman"/>
        </w:rPr>
        <w:t xml:space="preserve"> od 1. ledna 2021 je u Správy železnic účinný předpis SŽ Bp1 „Pokyny provozovatele dráhy k zajištění bezpečnosti a k ochraně zdraví osob při činnostech a pohybu v jeho prostorách a</w:t>
      </w:r>
      <w:r w:rsidR="00E80FF1">
        <w:rPr>
          <w:rFonts w:ascii="Verdana" w:eastAsia="Verdana" w:hAnsi="Verdana" w:cs="Times New Roman"/>
        </w:rPr>
        <w:t> </w:t>
      </w:r>
      <w:r w:rsidRPr="00F10962">
        <w:rPr>
          <w:rFonts w:ascii="Verdana" w:eastAsia="Verdana" w:hAnsi="Verdana" w:cs="Times New Roman"/>
        </w:rPr>
        <w:t>v prostorách železniční dráhy provozované Správou železnic, státní organizací“ a dále předpis SŽ Bp3 „Bezpečnost a ochrana zdraví při práci na stavbách a při stavebních činnostech v prostorách Správy železnic, státní organizace“. Těmito předpisy se nahrazuje předpis SŽDC Bp1 Předpis o bezpečnosti a ochraně zdraví při práci účinný od 1. října 2013 – nutno opravit dokumentaci.</w:t>
      </w:r>
      <w:r>
        <w:rPr>
          <w:rFonts w:ascii="Verdana" w:eastAsia="Verdana" w:hAnsi="Verdana" w:cs="Times New Roman"/>
        </w:rPr>
        <w:t xml:space="preserve"> </w:t>
      </w:r>
    </w:p>
    <w:p w14:paraId="66354C02" w14:textId="0CEA40D0" w:rsidR="00631DAA" w:rsidRPr="00631DAA" w:rsidRDefault="00631DAA" w:rsidP="007762ED">
      <w:pPr>
        <w:spacing w:before="60" w:after="0"/>
        <w:rPr>
          <w:rFonts w:ascii="Verdana" w:eastAsia="Verdana" w:hAnsi="Verdana" w:cs="Times New Roman"/>
          <w:color w:val="FF0000"/>
        </w:rPr>
      </w:pPr>
      <w:r w:rsidRPr="00631DAA">
        <w:rPr>
          <w:rFonts w:ascii="Verdana" w:eastAsia="Verdana" w:hAnsi="Verdana" w:cs="Times New Roman"/>
          <w:color w:val="FF0000"/>
        </w:rPr>
        <w:t>Ing. Štábl: opraveno</w:t>
      </w:r>
    </w:p>
    <w:p w14:paraId="4D0B563D" w14:textId="77777777" w:rsidR="00E80FF1" w:rsidRDefault="00E80FF1" w:rsidP="00E80FF1">
      <w:pPr>
        <w:spacing w:after="0"/>
        <w:rPr>
          <w:rFonts w:ascii="Verdana" w:eastAsia="Verdana" w:hAnsi="Verdana" w:cs="Times New Roman"/>
        </w:rPr>
      </w:pPr>
    </w:p>
    <w:p w14:paraId="46F84EA8" w14:textId="77777777" w:rsidR="00FD2A3D" w:rsidRPr="00CA6FF3" w:rsidRDefault="00FD2A3D" w:rsidP="00E80FF1">
      <w:pPr>
        <w:numPr>
          <w:ilvl w:val="0"/>
          <w:numId w:val="8"/>
        </w:numPr>
        <w:spacing w:after="0"/>
        <w:ind w:left="340" w:hanging="340"/>
        <w:rPr>
          <w:rFonts w:ascii="Verdana" w:eastAsia="Verdana" w:hAnsi="Verdana" w:cs="Times New Roman"/>
          <w:b/>
          <w:bCs/>
        </w:rPr>
      </w:pPr>
      <w:r w:rsidRPr="00CA6FF3">
        <w:rPr>
          <w:rFonts w:ascii="Verdana" w:eastAsia="Verdana" w:hAnsi="Verdana" w:cs="Times New Roman"/>
          <w:b/>
          <w:bCs/>
        </w:rPr>
        <w:t>Odbor plánování a koordinace výluk (O12)</w:t>
      </w:r>
    </w:p>
    <w:p w14:paraId="3EEE5D78" w14:textId="77777777" w:rsidR="00FD2A3D" w:rsidRPr="00BB254C" w:rsidRDefault="00FD2A3D" w:rsidP="00FD2A3D">
      <w:pPr>
        <w:spacing w:after="0"/>
        <w:ind w:left="340"/>
        <w:rPr>
          <w:rFonts w:ascii="Verdana" w:eastAsia="Verdana" w:hAnsi="Verdana" w:cs="Times New Roman"/>
        </w:rPr>
      </w:pPr>
      <w:r w:rsidRPr="00BB254C">
        <w:rPr>
          <w:rFonts w:ascii="Verdana" w:eastAsia="Verdana" w:hAnsi="Verdana" w:cs="Times New Roman"/>
          <w:i/>
        </w:rPr>
        <w:t>(zpracovatel</w:t>
      </w:r>
      <w:r w:rsidR="00587935" w:rsidRPr="00BB254C">
        <w:rPr>
          <w:rFonts w:ascii="Verdana" w:eastAsia="Verdana" w:hAnsi="Verdana" w:cs="Times New Roman"/>
          <w:i/>
        </w:rPr>
        <w:t>:</w:t>
      </w:r>
      <w:r w:rsidRPr="00BB254C">
        <w:rPr>
          <w:rFonts w:ascii="Verdana" w:eastAsia="Verdana" w:hAnsi="Verdana" w:cs="Times New Roman"/>
          <w:i/>
        </w:rPr>
        <w:t xml:space="preserve"> p. </w:t>
      </w:r>
      <w:r w:rsidR="00CA6FF3" w:rsidRPr="00BB254C">
        <w:rPr>
          <w:rFonts w:ascii="Verdana" w:eastAsia="Verdana" w:hAnsi="Verdana" w:cs="Times New Roman"/>
          <w:i/>
        </w:rPr>
        <w:t>Mojmír Bursa</w:t>
      </w:r>
      <w:r w:rsidRPr="00BB254C">
        <w:rPr>
          <w:rFonts w:ascii="Verdana" w:eastAsia="Verdana" w:hAnsi="Verdana" w:cs="Times New Roman"/>
          <w:i/>
        </w:rPr>
        <w:t xml:space="preserve">, tel. </w:t>
      </w:r>
      <w:r w:rsidR="00CA6FF3" w:rsidRPr="00BB254C">
        <w:rPr>
          <w:rFonts w:ascii="Verdana" w:eastAsia="Verdana" w:hAnsi="Verdana" w:cs="Times New Roman"/>
          <w:i/>
        </w:rPr>
        <w:t>972 244 179</w:t>
      </w:r>
      <w:r w:rsidRPr="00BB254C">
        <w:rPr>
          <w:rFonts w:ascii="Verdana" w:eastAsia="Verdana" w:hAnsi="Verdana" w:cs="Times New Roman"/>
          <w:i/>
        </w:rPr>
        <w:t>)</w:t>
      </w:r>
    </w:p>
    <w:p w14:paraId="5984A7A6" w14:textId="5213B681" w:rsidR="00BB254C" w:rsidRDefault="00BB254C" w:rsidP="00BB254C">
      <w:pPr>
        <w:spacing w:before="60" w:after="0"/>
        <w:rPr>
          <w:rFonts w:ascii="Verdana" w:eastAsia="Verdana" w:hAnsi="Verdana" w:cs="Times New Roman"/>
        </w:rPr>
      </w:pPr>
      <w:r w:rsidRPr="00BB254C">
        <w:rPr>
          <w:rFonts w:ascii="Verdana" w:eastAsia="Verdana" w:hAnsi="Verdana" w:cs="Times New Roman"/>
        </w:rPr>
        <w:t xml:space="preserve">B. Souhrnná technická zpráva – B8. Zásady organizace výstavby – v roce 2021 a ani v roce 2022 není tato stavba uvedena ve schváleném ročním plánu výluk. </w:t>
      </w:r>
    </w:p>
    <w:p w14:paraId="594D4595" w14:textId="2206401A" w:rsidR="00631DAA" w:rsidRPr="00631DAA" w:rsidRDefault="00631DAA" w:rsidP="00BB254C">
      <w:pPr>
        <w:spacing w:before="60" w:after="0"/>
        <w:rPr>
          <w:rFonts w:ascii="Verdana" w:eastAsia="Verdana" w:hAnsi="Verdana" w:cs="Times New Roman"/>
          <w:color w:val="FF0000"/>
        </w:rPr>
      </w:pPr>
      <w:r w:rsidRPr="00631DAA">
        <w:rPr>
          <w:rFonts w:ascii="Verdana" w:eastAsia="Verdana" w:hAnsi="Verdana" w:cs="Times New Roman"/>
          <w:color w:val="FF0000"/>
        </w:rPr>
        <w:t>Ing. Štábl: text s uvedením roku realizace vypuštěn, na termín plánování akce nemá zpracovatel projektu vliv,</w:t>
      </w:r>
    </w:p>
    <w:p w14:paraId="51206A17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</w:p>
    <w:p w14:paraId="6392C593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</w:p>
    <w:p w14:paraId="10B294B6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</w:p>
    <w:p w14:paraId="2DFFCAB5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</w:p>
    <w:p w14:paraId="49104B42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</w:p>
    <w:p w14:paraId="11240416" w14:textId="77777777" w:rsidR="00FD2A3D" w:rsidRPr="00BB254C" w:rsidRDefault="00FD2A3D" w:rsidP="00FD2A3D">
      <w:pPr>
        <w:spacing w:after="0"/>
        <w:rPr>
          <w:rFonts w:ascii="Verdana" w:eastAsia="Verdana" w:hAnsi="Verdana" w:cs="Times New Roman"/>
        </w:rPr>
      </w:pPr>
      <w:r w:rsidRPr="00BB254C">
        <w:rPr>
          <w:rFonts w:ascii="Verdana" w:eastAsia="Verdana" w:hAnsi="Verdana" w:cs="Times New Roman"/>
        </w:rPr>
        <w:t>Ing. Miroslav Jasenčák</w:t>
      </w:r>
    </w:p>
    <w:p w14:paraId="2DBD830E" w14:textId="77777777" w:rsidR="00D21061" w:rsidRDefault="00FD2A3D" w:rsidP="004674FE">
      <w:pPr>
        <w:rPr>
          <w:rFonts w:ascii="Verdana" w:eastAsia="Verdana" w:hAnsi="Verdana" w:cs="Times New Roman"/>
        </w:rPr>
      </w:pPr>
      <w:r w:rsidRPr="00BB254C">
        <w:rPr>
          <w:rFonts w:ascii="Verdana" w:eastAsia="Verdana" w:hAnsi="Verdana" w:cs="Times New Roman"/>
        </w:rPr>
        <w:t>náměstek generálního ředitele pro řízení provozu</w:t>
      </w:r>
    </w:p>
    <w:sectPr w:rsidR="00D21061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EEE00" w14:textId="77777777" w:rsidR="007A4817" w:rsidRDefault="007A4817" w:rsidP="00962258">
      <w:pPr>
        <w:spacing w:after="0" w:line="240" w:lineRule="auto"/>
      </w:pPr>
      <w:r>
        <w:separator/>
      </w:r>
    </w:p>
  </w:endnote>
  <w:endnote w:type="continuationSeparator" w:id="0">
    <w:p w14:paraId="7185B98F" w14:textId="77777777" w:rsidR="007A4817" w:rsidRDefault="007A4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BDC13" w14:textId="77777777" w:rsidR="00CE509E" w:rsidRDefault="00CE50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2F5CD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ECEAA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9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9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F2270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06A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917481" w14:textId="77777777" w:rsidR="00F1715C" w:rsidRDefault="00F1715C" w:rsidP="00D831A3">
          <w:pPr>
            <w:pStyle w:val="Zpat"/>
          </w:pPr>
        </w:p>
      </w:tc>
    </w:tr>
  </w:tbl>
  <w:p w14:paraId="1408A39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C1A92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E759E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0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0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715B80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0CFE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4884E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01F9DA9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7F02D04" w14:textId="77777777" w:rsidR="00F1715C" w:rsidRDefault="00CE509E" w:rsidP="00CE509E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53FBDD60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0688D83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460981B4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18473A7" w14:textId="77777777" w:rsidR="00F1715C" w:rsidRPr="00B8518B" w:rsidRDefault="00F1715C" w:rsidP="00460660">
    <w:pPr>
      <w:pStyle w:val="Zpat"/>
      <w:rPr>
        <w:sz w:val="2"/>
        <w:szCs w:val="2"/>
      </w:rPr>
    </w:pPr>
  </w:p>
  <w:p w14:paraId="71557FA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F671F" w14:textId="77777777" w:rsidR="007A4817" w:rsidRDefault="007A4817" w:rsidP="00962258">
      <w:pPr>
        <w:spacing w:after="0" w:line="240" w:lineRule="auto"/>
      </w:pPr>
      <w:r>
        <w:separator/>
      </w:r>
    </w:p>
  </w:footnote>
  <w:footnote w:type="continuationSeparator" w:id="0">
    <w:p w14:paraId="1D3257A4" w14:textId="77777777" w:rsidR="007A4817" w:rsidRDefault="007A48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BFBF1" w14:textId="77777777" w:rsidR="00CE509E" w:rsidRDefault="00CE50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3D67D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D4EF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E9622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6737DA" w14:textId="77777777" w:rsidR="00F1715C" w:rsidRPr="00D6163D" w:rsidRDefault="00F1715C" w:rsidP="00D6163D">
          <w:pPr>
            <w:pStyle w:val="Druhdokumentu"/>
          </w:pPr>
        </w:p>
      </w:tc>
    </w:tr>
  </w:tbl>
  <w:p w14:paraId="068D6FD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19B0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50C47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454C2515" wp14:editId="1537812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053975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8ED27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2CFE04" w14:textId="77777777" w:rsidR="00F1715C" w:rsidRPr="00D6163D" w:rsidRDefault="00F1715C" w:rsidP="00FC6389">
          <w:pPr>
            <w:pStyle w:val="Druhdokumentu"/>
          </w:pPr>
        </w:p>
      </w:tc>
    </w:tr>
    <w:tr w:rsidR="00F64786" w14:paraId="2E81027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B9BB2C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6D65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F96AB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498533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D63806E" wp14:editId="3D42B0B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42820B29" wp14:editId="11F30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1A2F32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87BEC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70ED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6429D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310C63"/>
    <w:multiLevelType w:val="hybridMultilevel"/>
    <w:tmpl w:val="4F90B740"/>
    <w:lvl w:ilvl="0" w:tplc="7F7C24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279"/>
    <w:rsid w:val="00005467"/>
    <w:rsid w:val="00033432"/>
    <w:rsid w:val="000335CC"/>
    <w:rsid w:val="00072C1E"/>
    <w:rsid w:val="000B7907"/>
    <w:rsid w:val="000C0429"/>
    <w:rsid w:val="000C3371"/>
    <w:rsid w:val="00114472"/>
    <w:rsid w:val="00170EC5"/>
    <w:rsid w:val="001747C1"/>
    <w:rsid w:val="0018596A"/>
    <w:rsid w:val="001B7EBE"/>
    <w:rsid w:val="001C4DA0"/>
    <w:rsid w:val="00207DF5"/>
    <w:rsid w:val="0026785D"/>
    <w:rsid w:val="002C31BF"/>
    <w:rsid w:val="002E0CD7"/>
    <w:rsid w:val="002F026B"/>
    <w:rsid w:val="00340F75"/>
    <w:rsid w:val="00357BC6"/>
    <w:rsid w:val="003956C6"/>
    <w:rsid w:val="003E75CE"/>
    <w:rsid w:val="0041380F"/>
    <w:rsid w:val="004366AB"/>
    <w:rsid w:val="00450F07"/>
    <w:rsid w:val="00453CD3"/>
    <w:rsid w:val="00455BC7"/>
    <w:rsid w:val="004605B3"/>
    <w:rsid w:val="00460660"/>
    <w:rsid w:val="00460CCB"/>
    <w:rsid w:val="004674FE"/>
    <w:rsid w:val="00477370"/>
    <w:rsid w:val="00486107"/>
    <w:rsid w:val="00491827"/>
    <w:rsid w:val="004926B0"/>
    <w:rsid w:val="004A7C69"/>
    <w:rsid w:val="004B66D8"/>
    <w:rsid w:val="004C4399"/>
    <w:rsid w:val="004C69ED"/>
    <w:rsid w:val="004C787C"/>
    <w:rsid w:val="004D1298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87935"/>
    <w:rsid w:val="00596C7E"/>
    <w:rsid w:val="005A217E"/>
    <w:rsid w:val="005A64E9"/>
    <w:rsid w:val="005B5EE9"/>
    <w:rsid w:val="0061068E"/>
    <w:rsid w:val="00631DAA"/>
    <w:rsid w:val="00660279"/>
    <w:rsid w:val="00660AD3"/>
    <w:rsid w:val="00663E95"/>
    <w:rsid w:val="006A5570"/>
    <w:rsid w:val="006A689C"/>
    <w:rsid w:val="006B3D79"/>
    <w:rsid w:val="006D3A90"/>
    <w:rsid w:val="006E0578"/>
    <w:rsid w:val="006E314D"/>
    <w:rsid w:val="00700690"/>
    <w:rsid w:val="00710723"/>
    <w:rsid w:val="00723ED1"/>
    <w:rsid w:val="00743525"/>
    <w:rsid w:val="0076286B"/>
    <w:rsid w:val="00764595"/>
    <w:rsid w:val="00766846"/>
    <w:rsid w:val="007760F5"/>
    <w:rsid w:val="007762ED"/>
    <w:rsid w:val="0077673A"/>
    <w:rsid w:val="007846E1"/>
    <w:rsid w:val="007A4817"/>
    <w:rsid w:val="007B570C"/>
    <w:rsid w:val="007E4A6E"/>
    <w:rsid w:val="007F56A7"/>
    <w:rsid w:val="00807DD0"/>
    <w:rsid w:val="00813F11"/>
    <w:rsid w:val="00856047"/>
    <w:rsid w:val="008A3568"/>
    <w:rsid w:val="008D03B9"/>
    <w:rsid w:val="008D7B15"/>
    <w:rsid w:val="008F18D6"/>
    <w:rsid w:val="00900A41"/>
    <w:rsid w:val="00904780"/>
    <w:rsid w:val="00904D12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E19C6"/>
    <w:rsid w:val="009F392E"/>
    <w:rsid w:val="00A44328"/>
    <w:rsid w:val="00A6177B"/>
    <w:rsid w:val="00A66136"/>
    <w:rsid w:val="00A735C4"/>
    <w:rsid w:val="00A97156"/>
    <w:rsid w:val="00AA4CBB"/>
    <w:rsid w:val="00AA65FA"/>
    <w:rsid w:val="00AA7351"/>
    <w:rsid w:val="00AC1369"/>
    <w:rsid w:val="00AD056F"/>
    <w:rsid w:val="00AD6731"/>
    <w:rsid w:val="00B15D0D"/>
    <w:rsid w:val="00B40FB0"/>
    <w:rsid w:val="00B45E9E"/>
    <w:rsid w:val="00B5369C"/>
    <w:rsid w:val="00B55F9C"/>
    <w:rsid w:val="00B75EE1"/>
    <w:rsid w:val="00B77481"/>
    <w:rsid w:val="00B8518B"/>
    <w:rsid w:val="00B8765E"/>
    <w:rsid w:val="00BB254C"/>
    <w:rsid w:val="00BB3740"/>
    <w:rsid w:val="00BC0854"/>
    <w:rsid w:val="00BD7E91"/>
    <w:rsid w:val="00BF374D"/>
    <w:rsid w:val="00C02D0A"/>
    <w:rsid w:val="00C03A6E"/>
    <w:rsid w:val="00C30759"/>
    <w:rsid w:val="00C44F6A"/>
    <w:rsid w:val="00C733A4"/>
    <w:rsid w:val="00C8207D"/>
    <w:rsid w:val="00CA6FF3"/>
    <w:rsid w:val="00CD043B"/>
    <w:rsid w:val="00CD1FC4"/>
    <w:rsid w:val="00CE371D"/>
    <w:rsid w:val="00CE509E"/>
    <w:rsid w:val="00D02A4D"/>
    <w:rsid w:val="00D21061"/>
    <w:rsid w:val="00D316A7"/>
    <w:rsid w:val="00D4108E"/>
    <w:rsid w:val="00D6163D"/>
    <w:rsid w:val="00D831A3"/>
    <w:rsid w:val="00D84F87"/>
    <w:rsid w:val="00DA6FFE"/>
    <w:rsid w:val="00DC3110"/>
    <w:rsid w:val="00DD46F3"/>
    <w:rsid w:val="00DD52B7"/>
    <w:rsid w:val="00DD58A6"/>
    <w:rsid w:val="00DE56F2"/>
    <w:rsid w:val="00DF116D"/>
    <w:rsid w:val="00E21B22"/>
    <w:rsid w:val="00E24388"/>
    <w:rsid w:val="00E476DD"/>
    <w:rsid w:val="00E80FF1"/>
    <w:rsid w:val="00E824F1"/>
    <w:rsid w:val="00EB104F"/>
    <w:rsid w:val="00ED14BD"/>
    <w:rsid w:val="00ED3947"/>
    <w:rsid w:val="00F01440"/>
    <w:rsid w:val="00F10962"/>
    <w:rsid w:val="00F12DEC"/>
    <w:rsid w:val="00F1715C"/>
    <w:rsid w:val="00F310F8"/>
    <w:rsid w:val="00F35939"/>
    <w:rsid w:val="00F45607"/>
    <w:rsid w:val="00F64786"/>
    <w:rsid w:val="00F659EB"/>
    <w:rsid w:val="00F80F25"/>
    <w:rsid w:val="00F862D6"/>
    <w:rsid w:val="00F86BA6"/>
    <w:rsid w:val="00FC6389"/>
    <w:rsid w:val="00FD2A3D"/>
    <w:rsid w:val="00FD2F51"/>
    <w:rsid w:val="00FD798C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CAC75"/>
  <w14:defaultImageDpi w14:val="32767"/>
  <w15:docId w15:val="{6580C5EA-982E-44B9-8978-0C991B5E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34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DOKUMENTACE\%23PROJEKTOV&#201;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2B933-4705-4D2D-89F6-3CFB597F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55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Milan Stehlík</dc:creator>
  <cp:lastModifiedBy>Stanislav Štábl</cp:lastModifiedBy>
  <cp:revision>25</cp:revision>
  <cp:lastPrinted>2018-07-31T10:21:00Z</cp:lastPrinted>
  <dcterms:created xsi:type="dcterms:W3CDTF">2020-01-28T05:35:00Z</dcterms:created>
  <dcterms:modified xsi:type="dcterms:W3CDTF">2021-04-02T11:16:00Z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